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E0363" w14:textId="5DBD9604" w:rsidR="00535962" w:rsidRPr="00F7167E" w:rsidRDefault="00A14A55">
      <w:r w:rsidRPr="00A14A55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740DB20" wp14:editId="1DC0817E">
                <wp:simplePos x="0" y="0"/>
                <wp:positionH relativeFrom="page">
                  <wp:posOffset>5289550</wp:posOffset>
                </wp:positionH>
                <wp:positionV relativeFrom="paragraph">
                  <wp:posOffset>-148590</wp:posOffset>
                </wp:positionV>
                <wp:extent cx="1956435" cy="701040"/>
                <wp:effectExtent l="0" t="0" r="24765" b="22860"/>
                <wp:wrapNone/>
                <wp:docPr id="136140985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701040"/>
                          <a:chOff x="12866" y="523"/>
                          <a:chExt cx="2544" cy="1104"/>
                        </a:xfrm>
                      </wpg:grpSpPr>
                      <wps:wsp>
                        <wps:cNvPr id="5142364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8031782" name="Group 22"/>
                        <wpg:cNvGrpSpPr>
                          <a:grpSpLocks/>
                        </wpg:cNvGrpSpPr>
                        <wpg:grpSpPr bwMode="auto">
                          <a:xfrm>
                            <a:off x="12928" y="561"/>
                            <a:ext cx="2425" cy="982"/>
                            <a:chOff x="9141" y="720"/>
                            <a:chExt cx="2019" cy="913"/>
                          </a:xfrm>
                        </wpg:grpSpPr>
                        <wps:wsp>
                          <wps:cNvPr id="137049941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1" y="1258"/>
                              <a:ext cx="2009" cy="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BFA3DE" w14:textId="65E2F0DE" w:rsidR="00A14A55" w:rsidRPr="00051C0A" w:rsidRDefault="00A14A55" w:rsidP="00A14A55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rStyle w:val="Textodelmarcadordeposicin"/>
                                  </w:rPr>
                                  <w:t>CONADIS-CCC-CP-2025-000</w:t>
                                </w:r>
                                <w:r w:rsidR="00757EFB">
                                  <w:rPr>
                                    <w:rStyle w:val="Textodelmarcadordeposicin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3814716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FE6035" w14:textId="77777777" w:rsidR="00A14A55" w:rsidRPr="00535962" w:rsidRDefault="00A14A55" w:rsidP="00A14A55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0DB20" id="Group 20" o:spid="_x0000_s1026" style="position:absolute;margin-left:416.5pt;margin-top:-11.7pt;width:154.05pt;height:55.2pt;z-index:251699200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">
                <v:rect id="Rectangle 21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" filled="f"/>
                <v:group id="Group 22" o:spid="_x0000_s1028" style="position:absolute;left:12928;top:561;width:2425;height:982" coordorigin="9141,720" coordsize="2019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41;top:1258;width:2009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p w14:paraId="70BFA3DE" w14:textId="65E2F0DE" w:rsidR="00A14A55" w:rsidRPr="00051C0A" w:rsidRDefault="00A14A55" w:rsidP="00A14A55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rStyle w:val="Textodelmarcadordeposicin"/>
                            </w:rPr>
                            <w:t>CONADIS-CCC-CP-2025-000</w:t>
                          </w:r>
                          <w:r w:rsidR="00757EFB">
                            <w:rPr>
                              <w:rStyle w:val="Textodelmarcadordeposicin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" fillcolor="black [3213]" strokecolor="white [3212]" strokeweight="3pt">
                    <v:textbox>
                      <w:txbxContent>
                        <w:p w14:paraId="02FE6035" w14:textId="77777777" w:rsidR="00A14A55" w:rsidRPr="00535962" w:rsidRDefault="00A14A55" w:rsidP="00A14A55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00BC2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82236" wp14:editId="70EED397">
                <wp:simplePos x="0" y="0"/>
                <wp:positionH relativeFrom="column">
                  <wp:posOffset>-497840</wp:posOffset>
                </wp:positionH>
                <wp:positionV relativeFrom="paragraph">
                  <wp:posOffset>-554355</wp:posOffset>
                </wp:positionV>
                <wp:extent cx="1028700" cy="1078230"/>
                <wp:effectExtent l="0" t="0" r="2540" b="0"/>
                <wp:wrapNone/>
                <wp:docPr id="14613413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250EC2B0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6B3870" wp14:editId="4B391DE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82236" id="Text Box 2" o:spid="_x0000_s1031" type="#_x0000_t202" style="position:absolute;margin-left:-39.2pt;margin-top:-43.6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K+Vtr3dAAAACQ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250EC2B0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6B3870" wp14:editId="4B391DE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C00BC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452191" wp14:editId="253CCC73">
                <wp:simplePos x="0" y="0"/>
                <wp:positionH relativeFrom="column">
                  <wp:posOffset>-417195</wp:posOffset>
                </wp:positionH>
                <wp:positionV relativeFrom="paragraph">
                  <wp:posOffset>-709930</wp:posOffset>
                </wp:positionV>
                <wp:extent cx="948055" cy="305435"/>
                <wp:effectExtent l="1905" t="4445" r="2540" b="4445"/>
                <wp:wrapNone/>
                <wp:docPr id="21785045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40D5F" w14:textId="77777777" w:rsidR="00051C0A" w:rsidRPr="004E7C9C" w:rsidRDefault="00051C0A" w:rsidP="00051C0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E7C9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52191" id="Text Box 25" o:spid="_x0000_s1032" type="#_x0000_t202" style="position:absolute;margin-left:-32.85pt;margin-top:-55.9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" filled="f" stroked="f">
                <v:textbox inset="0,0,0,0">
                  <w:txbxContent>
                    <w:p w14:paraId="03B40D5F" w14:textId="77777777" w:rsidR="00051C0A" w:rsidRPr="004E7C9C" w:rsidRDefault="00051C0A" w:rsidP="00051C0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E7C9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SNCC.D.045</w:t>
                      </w:r>
                    </w:p>
                  </w:txbxContent>
                </v:textbox>
              </v:shape>
            </w:pict>
          </mc:Fallback>
        </mc:AlternateContent>
      </w:r>
      <w:r w:rsidR="0065391E" w:rsidRPr="003748DC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3225C178" wp14:editId="45C21705">
            <wp:simplePos x="0" y="0"/>
            <wp:positionH relativeFrom="margin">
              <wp:posOffset>2623820</wp:posOffset>
            </wp:positionH>
            <wp:positionV relativeFrom="margin">
              <wp:posOffset>-723900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74C8AE" w14:textId="2CABF293" w:rsidR="00535962" w:rsidRPr="00535962" w:rsidRDefault="00C00BC2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8D8BA2" wp14:editId="4DF48947">
                <wp:simplePos x="0" y="0"/>
                <wp:positionH relativeFrom="column">
                  <wp:posOffset>2028825</wp:posOffset>
                </wp:positionH>
                <wp:positionV relativeFrom="paragraph">
                  <wp:posOffset>188595</wp:posOffset>
                </wp:positionV>
                <wp:extent cx="2098040" cy="279400"/>
                <wp:effectExtent l="0" t="0" r="0" b="6350"/>
                <wp:wrapNone/>
                <wp:docPr id="71984645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0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B28C8" w14:textId="7F98F7FA" w:rsidR="002E1412" w:rsidRPr="002E1412" w:rsidRDefault="00757EF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906346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8BA2" id="Text Box 16" o:spid="_x0000_s1033" type="#_x0000_t202" style="position:absolute;margin-left:159.75pt;margin-top:14.85pt;width:165.2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" stroked="f">
                <v:textbox>
                  <w:txbxContent>
                    <w:p w14:paraId="13BB28C8" w14:textId="7F98F7FA" w:rsidR="002E1412" w:rsidRPr="002E1412" w:rsidRDefault="00A14A5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906346"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 w:rsidR="00906346"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 w:rsidR="00906346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0437B46" w14:textId="7EE5AADB" w:rsidR="00535962" w:rsidRDefault="00535962" w:rsidP="00535962"/>
    <w:p w14:paraId="17DD11E3" w14:textId="6CA390FE" w:rsidR="006506D0" w:rsidRDefault="00A14A55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731EFC" wp14:editId="12700084">
                <wp:simplePos x="0" y="0"/>
                <wp:positionH relativeFrom="column">
                  <wp:posOffset>5022850</wp:posOffset>
                </wp:positionH>
                <wp:positionV relativeFrom="paragraph">
                  <wp:posOffset>12700</wp:posOffset>
                </wp:positionV>
                <wp:extent cx="1448435" cy="278130"/>
                <wp:effectExtent l="3175" t="0" r="0" b="0"/>
                <wp:wrapNone/>
                <wp:docPr id="193461713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C0332" w14:textId="77777777" w:rsidR="0026335F" w:rsidRPr="0026335F" w:rsidRDefault="00757EF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31EFC" id="Text Box 12" o:spid="_x0000_s1034" type="#_x0000_t202" style="position:absolute;left:0;text-align:left;margin-left:395.5pt;margin-top:1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djDzQN4AAAAJAQAADwAAAAAAAAAAAAAAAAA+BAAAZHJzL2Rvd25yZXYueG1s&#10;UEsFBgAAAAAEAAQA8wAAAEkFAAAAAA==&#10;" filled="f" stroked="f">
                <v:textbox>
                  <w:txbxContent>
                    <w:p w14:paraId="472C0332" w14:textId="77777777" w:rsidR="0026335F" w:rsidRPr="0026335F" w:rsidRDefault="00A14A5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00BC2"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32840A" wp14:editId="17CC1A10">
                <wp:simplePos x="0" y="0"/>
                <wp:positionH relativeFrom="column">
                  <wp:posOffset>1195705</wp:posOffset>
                </wp:positionH>
                <wp:positionV relativeFrom="paragraph">
                  <wp:posOffset>64135</wp:posOffset>
                </wp:positionV>
                <wp:extent cx="3617595" cy="304800"/>
                <wp:effectExtent l="0" t="3175" r="0" b="0"/>
                <wp:wrapNone/>
                <wp:docPr id="31753369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AA292" w14:textId="77777777" w:rsidR="00F7443C" w:rsidRPr="00E82502" w:rsidRDefault="007C273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currículo del personal profesional propuesto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2840A" id="Text Box 18" o:spid="_x0000_s1035" type="#_x0000_t202" style="position:absolute;left:0;text-align:left;margin-left:94.15pt;margin-top:5.05pt;width:28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" stroked="f">
                <v:textbox>
                  <w:txbxContent>
                    <w:p w14:paraId="555AA292" w14:textId="77777777" w:rsidR="00F7443C" w:rsidRPr="00E82502" w:rsidRDefault="007C273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currículo del personal profesional propuesto</w:t>
                      </w:r>
                    </w:p>
                  </w:txbxContent>
                </v:textbox>
              </v:shape>
            </w:pict>
          </mc:Fallback>
        </mc:AlternateContent>
      </w:r>
    </w:p>
    <w:p w14:paraId="1703E2B2" w14:textId="2A47D066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0B1C871B" w14:textId="055800F3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077D260" w14:textId="77777777"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14:paraId="6FCE9639" w14:textId="7A710AF0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365F16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58EA0D00" w14:textId="77777777"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[inserte el nombre de la firma que </w:t>
      </w:r>
      <w:r w:rsidR="003748DC" w:rsidRPr="007C2731">
        <w:rPr>
          <w:i/>
          <w:iCs/>
          <w:color w:val="FF0000"/>
          <w:sz w:val="22"/>
          <w:szCs w:val="22"/>
        </w:rPr>
        <w:t>propone al</w:t>
      </w:r>
      <w:r w:rsidRPr="007C2731">
        <w:rPr>
          <w:i/>
          <w:iCs/>
          <w:color w:val="FF0000"/>
          <w:sz w:val="22"/>
          <w:szCs w:val="22"/>
        </w:rPr>
        <w:t xml:space="preserve"> candidato]:</w:t>
      </w:r>
    </w:p>
    <w:p w14:paraId="26018F05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24D87A60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1FDB7A43" w14:textId="77777777"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14:paraId="41EE1775" w14:textId="77777777"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606C968" w14:textId="77777777"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14:paraId="2D6975D2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14:paraId="41D9C75D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5AC21EF7" w14:textId="77777777"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14:paraId="642ABDF3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56C5F369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14:paraId="0317DEB6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45C79E3F" w14:textId="77777777"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160E9E39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49D8B830" w14:textId="77777777"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14:paraId="1A1EEE38" w14:textId="77777777"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14:paraId="2FA59996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7F01CEA7" w14:textId="77777777"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14:paraId="0361E198" w14:textId="77777777"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14:paraId="5D1840AF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067669D2" w14:textId="77777777"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14:paraId="07C65484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5EA4FA68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7A27594B" w14:textId="6DCE31E3"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9. Idiomas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[Para cada idioma indique el grado de competencia: bueno, regular, pobre, en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14:paraId="5299999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69A52B50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007B7B86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1C3E86E5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25C9B00C" w14:textId="77777777"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14:paraId="45738BD2" w14:textId="77777777"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14:paraId="7CC7D61C" w14:textId="77777777"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14:paraId="196DD806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14:paraId="26052EBB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14:paraId="2FDE7987" w14:textId="77777777"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14:paraId="04E8EF5C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14:paraId="4DA7027D" w14:textId="77777777" w:rsidTr="00044FA8">
        <w:trPr>
          <w:trHeight w:val="4637"/>
        </w:trPr>
        <w:tc>
          <w:tcPr>
            <w:tcW w:w="3269" w:type="dxa"/>
          </w:tcPr>
          <w:p w14:paraId="7733628D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0" w:name="_Toc166840747"/>
            <w:bookmarkStart w:id="1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0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1"/>
          </w:p>
          <w:p w14:paraId="0958BC07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14:paraId="2C321550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14:paraId="18685D74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14:paraId="76D5F83D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14:paraId="09A138D8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14:paraId="090E738A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14:paraId="0A732A09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14:paraId="7F2057E2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14:paraId="16D87749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14:paraId="0964DA8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14:paraId="7D1F361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14:paraId="316A14A6" w14:textId="4158B3BA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 xml:space="preserve">Actividades </w:t>
            </w:r>
            <w:r w:rsidR="00757EFB" w:rsidRPr="007C2731">
              <w:rPr>
                <w:sz w:val="22"/>
                <w:szCs w:val="22"/>
              </w:rPr>
              <w:t>desempeñadas: _</w:t>
            </w:r>
            <w:r w:rsidRPr="007C2731">
              <w:rPr>
                <w:sz w:val="22"/>
                <w:szCs w:val="22"/>
              </w:rPr>
              <w:t>______________________</w:t>
            </w:r>
          </w:p>
        </w:tc>
      </w:tr>
    </w:tbl>
    <w:p w14:paraId="1B175B9D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6A226695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14:paraId="44C64615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14:paraId="057B794F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14:paraId="6CE991D4" w14:textId="77777777"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14:paraId="578C72D1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14:paraId="421D9F0E" w14:textId="77777777"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14:paraId="056BC1D8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8862F" w14:textId="77777777" w:rsidR="0061739C" w:rsidRDefault="0061739C" w:rsidP="001007E7">
      <w:pPr>
        <w:spacing w:after="0" w:line="240" w:lineRule="auto"/>
      </w:pPr>
      <w:r>
        <w:separator/>
      </w:r>
    </w:p>
  </w:endnote>
  <w:endnote w:type="continuationSeparator" w:id="0">
    <w:p w14:paraId="1130C12C" w14:textId="77777777" w:rsidR="0061739C" w:rsidRDefault="0061739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10B9" w14:textId="737C851F" w:rsidR="001007E7" w:rsidRDefault="00C00BC2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B13A14" wp14:editId="4F89C5F7">
              <wp:simplePos x="0" y="0"/>
              <wp:positionH relativeFrom="column">
                <wp:posOffset>48260</wp:posOffset>
              </wp:positionH>
              <wp:positionV relativeFrom="paragraph">
                <wp:posOffset>46990</wp:posOffset>
              </wp:positionV>
              <wp:extent cx="850900" cy="175895"/>
              <wp:effectExtent l="635" t="0" r="0" b="0"/>
              <wp:wrapNone/>
              <wp:docPr id="11749354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FD9E0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13A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3.8pt;margin-top:3.7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" filled="f" stroked="f">
              <v:textbox inset="0,0,0,0">
                <w:txbxContent>
                  <w:p w14:paraId="6EFFD9E0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9902A7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9902A7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E7C9C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2C0DFFA3" wp14:editId="3014D90C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D76A1E" wp14:editId="7BFEBC73">
              <wp:simplePos x="0" y="0"/>
              <wp:positionH relativeFrom="column">
                <wp:posOffset>4518025</wp:posOffset>
              </wp:positionH>
              <wp:positionV relativeFrom="paragraph">
                <wp:posOffset>-205740</wp:posOffset>
              </wp:positionV>
              <wp:extent cx="1474470" cy="413385"/>
              <wp:effectExtent l="3175" t="4445" r="0" b="1270"/>
              <wp:wrapNone/>
              <wp:docPr id="24860014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A1D062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01C428F4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D76A1E" id="Text Box 3" o:spid="_x0000_s1038" type="#_x0000_t202" style="position:absolute;margin-left:355.75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" filled="f" stroked="f">
              <v:textbox inset="0,0,0,0">
                <w:txbxContent>
                  <w:p w14:paraId="53A1D062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01C428F4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57626EBC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63F00DA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A10B43D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DDF6A8B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1F071CE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1B03F" w14:textId="77777777" w:rsidR="0061739C" w:rsidRDefault="0061739C" w:rsidP="001007E7">
      <w:pPr>
        <w:spacing w:after="0" w:line="240" w:lineRule="auto"/>
      </w:pPr>
      <w:r>
        <w:separator/>
      </w:r>
    </w:p>
  </w:footnote>
  <w:footnote w:type="continuationSeparator" w:id="0">
    <w:p w14:paraId="649E7F08" w14:textId="77777777" w:rsidR="0061739C" w:rsidRDefault="0061739C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C3834" w14:textId="05868537" w:rsidR="00051C0A" w:rsidRDefault="00C00BC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C138EA" wp14:editId="7E0AF5D9">
              <wp:simplePos x="0" y="0"/>
              <wp:positionH relativeFrom="column">
                <wp:posOffset>5050790</wp:posOffset>
              </wp:positionH>
              <wp:positionV relativeFrom="paragraph">
                <wp:posOffset>42545</wp:posOffset>
              </wp:positionV>
              <wp:extent cx="1061720" cy="252095"/>
              <wp:effectExtent l="2540" t="0" r="2540" b="0"/>
              <wp:wrapNone/>
              <wp:docPr id="128166656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1F376" w14:textId="77777777" w:rsidR="00051C0A" w:rsidRPr="0026335F" w:rsidRDefault="00051C0A" w:rsidP="00051C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5391E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5391E" w:rsidRPr="0065391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C138E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6" type="#_x0000_t202" style="position:absolute;margin-left:397.7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" filled="f" stroked="f">
              <v:textbox>
                <w:txbxContent>
                  <w:p w14:paraId="6F71F376" w14:textId="77777777" w:rsidR="00051C0A" w:rsidRPr="0026335F" w:rsidRDefault="00051C0A" w:rsidP="00051C0A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5391E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5391E" w:rsidRPr="0065391E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64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14FCD"/>
    <w:rsid w:val="00341484"/>
    <w:rsid w:val="003718A3"/>
    <w:rsid w:val="003748DC"/>
    <w:rsid w:val="00392351"/>
    <w:rsid w:val="00401521"/>
    <w:rsid w:val="00404131"/>
    <w:rsid w:val="0042490F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611A07"/>
    <w:rsid w:val="0061739C"/>
    <w:rsid w:val="0062592A"/>
    <w:rsid w:val="00643FAC"/>
    <w:rsid w:val="006471AF"/>
    <w:rsid w:val="006506D0"/>
    <w:rsid w:val="00651E48"/>
    <w:rsid w:val="0065391E"/>
    <w:rsid w:val="0065420B"/>
    <w:rsid w:val="00666D56"/>
    <w:rsid w:val="006709BC"/>
    <w:rsid w:val="006F11FD"/>
    <w:rsid w:val="006F567F"/>
    <w:rsid w:val="0071529F"/>
    <w:rsid w:val="00725091"/>
    <w:rsid w:val="00757EFB"/>
    <w:rsid w:val="00780880"/>
    <w:rsid w:val="007B0E1F"/>
    <w:rsid w:val="007B6F6F"/>
    <w:rsid w:val="007C2731"/>
    <w:rsid w:val="00820C9F"/>
    <w:rsid w:val="0082707E"/>
    <w:rsid w:val="008315B0"/>
    <w:rsid w:val="00841C52"/>
    <w:rsid w:val="008B3AE5"/>
    <w:rsid w:val="008C388B"/>
    <w:rsid w:val="008D58A6"/>
    <w:rsid w:val="008E350E"/>
    <w:rsid w:val="00906346"/>
    <w:rsid w:val="00906489"/>
    <w:rsid w:val="009352CE"/>
    <w:rsid w:val="00956E4E"/>
    <w:rsid w:val="0096108A"/>
    <w:rsid w:val="00966EEE"/>
    <w:rsid w:val="009902A7"/>
    <w:rsid w:val="009A4E12"/>
    <w:rsid w:val="009B320C"/>
    <w:rsid w:val="009B49FB"/>
    <w:rsid w:val="00A14A55"/>
    <w:rsid w:val="00A16099"/>
    <w:rsid w:val="00A231BB"/>
    <w:rsid w:val="00A640BD"/>
    <w:rsid w:val="00A641A7"/>
    <w:rsid w:val="00A72F42"/>
    <w:rsid w:val="00AD7919"/>
    <w:rsid w:val="00B62EEF"/>
    <w:rsid w:val="00B97B51"/>
    <w:rsid w:val="00BA0007"/>
    <w:rsid w:val="00BB1D79"/>
    <w:rsid w:val="00BC1D0C"/>
    <w:rsid w:val="00BC61BD"/>
    <w:rsid w:val="00BE0B91"/>
    <w:rsid w:val="00C00BC2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24FA7"/>
    <w:rsid w:val="00D45A3E"/>
    <w:rsid w:val="00D64696"/>
    <w:rsid w:val="00D90D49"/>
    <w:rsid w:val="00DC5D96"/>
    <w:rsid w:val="00DD4F3E"/>
    <w:rsid w:val="00E13E55"/>
    <w:rsid w:val="00E3215C"/>
    <w:rsid w:val="00E446DC"/>
    <w:rsid w:val="00E82502"/>
    <w:rsid w:val="00E840E7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CA28A1"/>
  <w15:docId w15:val="{A46B3428-A484-4DD8-99DA-92CBF72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30B2-1415-46DD-8668-D47B7655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2011-03-04T18:55:00Z</cp:lastPrinted>
  <dcterms:created xsi:type="dcterms:W3CDTF">2025-09-18T15:55:00Z</dcterms:created>
  <dcterms:modified xsi:type="dcterms:W3CDTF">2025-09-18T15:56:00Z</dcterms:modified>
</cp:coreProperties>
</file>